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B634E5" w:rsidP="00201E73">
      <w:pPr>
        <w:pStyle w:val="Title"/>
      </w:pPr>
      <w:r>
        <w:t>review checklist</w:t>
      </w:r>
      <w:r w:rsidR="00A479F3">
        <w:t>s</w:t>
      </w:r>
    </w:p>
    <w:p w:rsidR="00A40053" w:rsidRPr="008F0BE1" w:rsidRDefault="003B7B8E" w:rsidP="003B7B8E">
      <w:pPr>
        <w:pStyle w:val="Author"/>
      </w:pPr>
      <w:r>
        <w:t>Personal Software Process for Engineers</w:t>
      </w:r>
    </w:p>
    <w:p w:rsidR="00FD5441" w:rsidRDefault="00A479F3" w:rsidP="00FD5441">
      <w:pPr>
        <w:pStyle w:val="Heading1"/>
        <w:spacing w:after="240"/>
      </w:pPr>
      <w:r>
        <w:t>Design Review Checklist</w:t>
      </w:r>
    </w:p>
    <w:tbl>
      <w:tblPr>
        <w:tblW w:w="5000" w:type="pct"/>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1323"/>
        <w:gridCol w:w="6127"/>
        <w:gridCol w:w="286"/>
        <w:gridCol w:w="286"/>
        <w:gridCol w:w="286"/>
        <w:gridCol w:w="286"/>
      </w:tblGrid>
      <w:tr w:rsidR="00B634E5" w:rsidTr="0076366D">
        <w:trPr>
          <w:cantSplit/>
          <w:tblHeader/>
          <w:jc w:val="center"/>
        </w:trPr>
        <w:tc>
          <w:tcPr>
            <w:tcW w:w="8617" w:type="dxa"/>
            <w:gridSpan w:val="6"/>
          </w:tcPr>
          <w:p w:rsidR="00B634E5" w:rsidRDefault="00B634E5" w:rsidP="00B634E5">
            <w:pPr>
              <w:pStyle w:val="TableHeading"/>
            </w:pPr>
            <w:r>
              <w:t xml:space="preserve">Program Name and Number: </w:t>
            </w:r>
          </w:p>
        </w:tc>
      </w:tr>
      <w:tr w:rsidR="00B634E5" w:rsidTr="0076366D">
        <w:trPr>
          <w:cantSplit/>
          <w:jc w:val="center"/>
        </w:trPr>
        <w:tc>
          <w:tcPr>
            <w:tcW w:w="1327" w:type="dxa"/>
          </w:tcPr>
          <w:p w:rsidR="00B634E5" w:rsidRDefault="00B634E5" w:rsidP="00B634E5">
            <w:pPr>
              <w:pStyle w:val="TableBody"/>
            </w:pPr>
            <w:r>
              <w:t>Purpose</w:t>
            </w:r>
          </w:p>
        </w:tc>
        <w:tc>
          <w:tcPr>
            <w:tcW w:w="6146" w:type="dxa"/>
          </w:tcPr>
          <w:p w:rsidR="00B634E5" w:rsidRDefault="00B634E5" w:rsidP="00B634E5">
            <w:pPr>
              <w:pStyle w:val="TableBody"/>
            </w:pPr>
            <w:r>
              <w:t>To guide you in conducting an effective design review</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General</w:t>
            </w:r>
          </w:p>
        </w:tc>
        <w:tc>
          <w:tcPr>
            <w:tcW w:w="6146" w:type="dxa"/>
          </w:tcPr>
          <w:p w:rsidR="00B634E5" w:rsidRDefault="00B634E5" w:rsidP="0076366D">
            <w:pPr>
              <w:pStyle w:val="TableBodyBullet"/>
            </w:pPr>
            <w:r>
              <w:t>As you complete each review step, check off that item in the box to the right.</w:t>
            </w:r>
          </w:p>
          <w:p w:rsidR="00B634E5" w:rsidRDefault="00B634E5" w:rsidP="0076366D">
            <w:pPr>
              <w:pStyle w:val="TableBodyBullet"/>
            </w:pPr>
            <w:r>
              <w:t>Complete the checklist for one program unit before you start to review the next.</w:t>
            </w:r>
          </w:p>
          <w:p w:rsidR="00B634E5" w:rsidRPr="00E90B3E" w:rsidRDefault="00B634E5" w:rsidP="0076366D">
            <w:pPr>
              <w:pStyle w:val="TableBodyBullet"/>
              <w:rPr>
                <w:b/>
              </w:rPr>
            </w:pPr>
            <w:r w:rsidRPr="00E90B3E">
              <w:rPr>
                <w:b/>
              </w:rPr>
              <w:t>As you encounter issues whose resolution must be deferred, record them in the issue tracking log.</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 xml:space="preserve">Complete </w:t>
            </w:r>
          </w:p>
        </w:tc>
        <w:tc>
          <w:tcPr>
            <w:tcW w:w="6146" w:type="dxa"/>
          </w:tcPr>
          <w:p w:rsidR="00B634E5" w:rsidRDefault="00B634E5" w:rsidP="00B634E5">
            <w:pPr>
              <w:pStyle w:val="TableBody"/>
            </w:pPr>
            <w:r>
              <w:t>Ensure that the requirements, specifications, and high-level design are completely covered by the design:</w:t>
            </w:r>
          </w:p>
          <w:p w:rsidR="00B634E5" w:rsidRDefault="00B634E5" w:rsidP="0076366D">
            <w:pPr>
              <w:pStyle w:val="TableBodyBullet"/>
            </w:pPr>
            <w:r>
              <w:t>All specified outputs are produced.</w:t>
            </w:r>
          </w:p>
          <w:p w:rsidR="00B634E5" w:rsidRDefault="00B634E5" w:rsidP="0076366D">
            <w:pPr>
              <w:pStyle w:val="TableBodyBullet"/>
            </w:pPr>
            <w:r>
              <w:t>All needed inputs are furnished.</w:t>
            </w:r>
          </w:p>
          <w:p w:rsidR="00B634E5" w:rsidRDefault="00B634E5" w:rsidP="0076366D">
            <w:pPr>
              <w:pStyle w:val="TableBodyBullet"/>
            </w:pPr>
            <w:r>
              <w:t>All required includes are stated.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State machine</w:t>
            </w:r>
          </w:p>
        </w:tc>
        <w:tc>
          <w:tcPr>
            <w:tcW w:w="6146" w:type="dxa"/>
          </w:tcPr>
          <w:p w:rsidR="00B634E5" w:rsidRDefault="00B634E5" w:rsidP="00B634E5">
            <w:pPr>
              <w:pStyle w:val="TableBody"/>
            </w:pPr>
            <w:r>
              <w:t>Verify the state machine design:</w:t>
            </w:r>
          </w:p>
          <w:p w:rsidR="00B634E5" w:rsidRDefault="00B634E5" w:rsidP="0076366D">
            <w:pPr>
              <w:pStyle w:val="TableBodyBullet"/>
            </w:pPr>
            <w:r>
              <w:t xml:space="preserve">The structure has no hidden traps or loops.  </w:t>
            </w:r>
          </w:p>
          <w:p w:rsidR="00B634E5" w:rsidRDefault="00B634E5" w:rsidP="0076366D">
            <w:pPr>
              <w:pStyle w:val="TableBodyBullet"/>
            </w:pPr>
            <w:r>
              <w:t>It is complete; that is, all possible states have been identified.</w:t>
            </w:r>
          </w:p>
          <w:p w:rsidR="00B634E5" w:rsidRDefault="00B634E5" w:rsidP="0076366D">
            <w:pPr>
              <w:pStyle w:val="TableBodyBullet"/>
            </w:pPr>
            <w:r>
              <w:t>It is orthogonal; that is, for every set of conditions, there is one and only one possible next state.</w:t>
            </w:r>
          </w:p>
          <w:p w:rsidR="00B634E5" w:rsidRDefault="00B634E5" w:rsidP="0076366D">
            <w:pPr>
              <w:pStyle w:val="TableBodyBullet"/>
            </w:pPr>
            <w:r>
              <w:t>The transitions from each state are complete and orthogonal; that is, from every state, a unique next state is defined for every possible combination of state machine input values.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Logic</w:t>
            </w:r>
          </w:p>
        </w:tc>
        <w:tc>
          <w:tcPr>
            <w:tcW w:w="6146" w:type="dxa"/>
          </w:tcPr>
          <w:p w:rsidR="00B634E5" w:rsidRDefault="00B634E5" w:rsidP="0076366D">
            <w:pPr>
              <w:pStyle w:val="TableBodyBullet"/>
            </w:pPr>
            <w:r>
              <w:t>Verify that program sequencing is proper:</w:t>
            </w:r>
          </w:p>
          <w:p w:rsidR="0076366D" w:rsidRDefault="0076366D" w:rsidP="0076366D">
            <w:pPr>
              <w:pStyle w:val="TableBody"/>
              <w:spacing w:before="20" w:after="20"/>
              <w:ind w:left="216"/>
            </w:pPr>
            <w:r>
              <w:t xml:space="preserve">-  </w:t>
            </w:r>
            <w:r w:rsidR="00B634E5">
              <w:t>Stacks, lists, and so on are in the proper order.</w:t>
            </w:r>
          </w:p>
          <w:p w:rsidR="00B634E5" w:rsidRDefault="0076366D" w:rsidP="0076366D">
            <w:pPr>
              <w:pStyle w:val="TableBody"/>
              <w:spacing w:before="20" w:after="20"/>
              <w:ind w:left="216"/>
            </w:pPr>
            <w:r>
              <w:t xml:space="preserve">-  </w:t>
            </w:r>
            <w:r w:rsidR="00B634E5">
              <w:t>Recursion unwinds properly.</w:t>
            </w:r>
          </w:p>
          <w:p w:rsidR="00B634E5" w:rsidRDefault="00B634E5" w:rsidP="0076366D">
            <w:pPr>
              <w:pStyle w:val="TableBodyBullet"/>
            </w:pPr>
            <w:r>
              <w:t>Verify that all loops are properly initiated, incremented, and terminated.</w:t>
            </w:r>
          </w:p>
          <w:p w:rsidR="00B634E5" w:rsidRDefault="00B634E5" w:rsidP="0076366D">
            <w:pPr>
              <w:pStyle w:val="TableBodyBullet"/>
            </w:pPr>
            <w:r>
              <w:rPr>
                <w:b/>
              </w:rPr>
              <w:t>Use defined verification methods, such as execution tables, trace tables, or mathematical verification.</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Special cases</w:t>
            </w:r>
          </w:p>
        </w:tc>
        <w:tc>
          <w:tcPr>
            <w:tcW w:w="6146" w:type="dxa"/>
          </w:tcPr>
          <w:p w:rsidR="00B634E5" w:rsidRDefault="00B634E5" w:rsidP="00B634E5">
            <w:pPr>
              <w:pStyle w:val="TableBody"/>
            </w:pPr>
            <w:r>
              <w:t>Check all special cases:</w:t>
            </w:r>
          </w:p>
          <w:p w:rsidR="00B634E5" w:rsidRDefault="00B634E5" w:rsidP="0076366D">
            <w:pPr>
              <w:pStyle w:val="TableBodyBullet"/>
            </w:pPr>
            <w:r>
              <w:t xml:space="preserve">Ensure proper operation with empty, full, minimum, maximum, negative, </w:t>
            </w:r>
            <w:r w:rsidR="0076366D">
              <w:t xml:space="preserve">and </w:t>
            </w:r>
            <w:r>
              <w:t>zero value for all variables.</w:t>
            </w:r>
          </w:p>
          <w:p w:rsidR="00B634E5" w:rsidRDefault="00B634E5" w:rsidP="0076366D">
            <w:pPr>
              <w:pStyle w:val="TableBodyBullet"/>
            </w:pPr>
            <w:r>
              <w:t xml:space="preserve">Protect against out-of-limits, overflow, </w:t>
            </w:r>
            <w:r w:rsidR="006008AD">
              <w:t>and</w:t>
            </w:r>
            <w:r w:rsidR="00DE2C87">
              <w:t xml:space="preserve"> </w:t>
            </w:r>
            <w:r>
              <w:t>underflow conditions.</w:t>
            </w:r>
          </w:p>
          <w:p w:rsidR="00B634E5" w:rsidRDefault="00B634E5" w:rsidP="0076366D">
            <w:pPr>
              <w:pStyle w:val="TableBodyBullet"/>
            </w:pPr>
            <w:r>
              <w:t>Ensure “impossible” conditions are absolutely impossible.</w:t>
            </w:r>
          </w:p>
          <w:p w:rsidR="00B634E5" w:rsidRDefault="00B634E5" w:rsidP="0076366D">
            <w:pPr>
              <w:pStyle w:val="TableBodyBullet"/>
            </w:pPr>
            <w:r>
              <w:t>Handle all incorrect input conditions.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Functional use</w:t>
            </w:r>
          </w:p>
        </w:tc>
        <w:tc>
          <w:tcPr>
            <w:tcW w:w="6146" w:type="dxa"/>
          </w:tcPr>
          <w:p w:rsidR="00B634E5" w:rsidRDefault="00B634E5" w:rsidP="0076366D">
            <w:pPr>
              <w:pStyle w:val="TableBodyBullet"/>
            </w:pPr>
            <w:r>
              <w:t>Verify that all functions, procedures, or objects are fully understood and properly used.</w:t>
            </w:r>
          </w:p>
          <w:p w:rsidR="00B634E5" w:rsidRDefault="00B634E5" w:rsidP="0076366D">
            <w:pPr>
              <w:pStyle w:val="TableBodyBullet"/>
            </w:pPr>
            <w:r>
              <w:t>Verify that all externally referenced abstractions are precisely defined.</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Names</w:t>
            </w:r>
          </w:p>
        </w:tc>
        <w:tc>
          <w:tcPr>
            <w:tcW w:w="6146" w:type="dxa"/>
          </w:tcPr>
          <w:p w:rsidR="00B634E5" w:rsidRDefault="0076366D" w:rsidP="0076366D">
            <w:pPr>
              <w:pStyle w:val="TableBodyBullet"/>
            </w:pPr>
            <w:r>
              <w:t>Verify that a</w:t>
            </w:r>
            <w:r w:rsidR="00B634E5">
              <w:t>ll special names and types are clear or specifically defined.</w:t>
            </w:r>
          </w:p>
          <w:p w:rsidR="00B634E5" w:rsidRDefault="0076366D" w:rsidP="0076366D">
            <w:pPr>
              <w:pStyle w:val="TableBodyBullet"/>
            </w:pPr>
            <w:r>
              <w:t>Verify that the</w:t>
            </w:r>
            <w:r w:rsidR="00B634E5">
              <w:t xml:space="preserve"> scopes of all variables and parameters are self-evident or defined.</w:t>
            </w:r>
          </w:p>
          <w:p w:rsidR="00B634E5" w:rsidRDefault="0076366D" w:rsidP="0076366D">
            <w:pPr>
              <w:pStyle w:val="TableBodyBullet"/>
            </w:pPr>
            <w:r>
              <w:t>Verify that a</w:t>
            </w:r>
            <w:r w:rsidR="00B634E5">
              <w:t>ll named objects are used within their declared scopes.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r w:rsidR="00B634E5" w:rsidTr="0076366D">
        <w:trPr>
          <w:cantSplit/>
          <w:jc w:val="center"/>
        </w:trPr>
        <w:tc>
          <w:tcPr>
            <w:tcW w:w="1327" w:type="dxa"/>
          </w:tcPr>
          <w:p w:rsidR="00B634E5" w:rsidRDefault="00B634E5" w:rsidP="00B634E5">
            <w:pPr>
              <w:pStyle w:val="TableBody"/>
            </w:pPr>
            <w:r>
              <w:t>Standards</w:t>
            </w:r>
          </w:p>
        </w:tc>
        <w:tc>
          <w:tcPr>
            <w:tcW w:w="6146" w:type="dxa"/>
          </w:tcPr>
          <w:p w:rsidR="00B634E5" w:rsidRDefault="00B634E5" w:rsidP="00B634E5">
            <w:pPr>
              <w:pStyle w:val="TableBody"/>
            </w:pPr>
            <w:r>
              <w:t>Review the design for conformance to all applicable design standards.</w:t>
            </w: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c>
          <w:tcPr>
            <w:tcW w:w="286" w:type="dxa"/>
          </w:tcPr>
          <w:p w:rsidR="00B634E5" w:rsidRDefault="00B634E5" w:rsidP="00B634E5">
            <w:pPr>
              <w:pStyle w:val="TableBody"/>
            </w:pPr>
          </w:p>
        </w:tc>
      </w:tr>
    </w:tbl>
    <w:p w:rsidR="00B634E5" w:rsidRDefault="00A479F3" w:rsidP="00A479F3">
      <w:pPr>
        <w:pStyle w:val="Heading1"/>
        <w:spacing w:after="240"/>
      </w:pPr>
      <w:r>
        <w:lastRenderedPageBreak/>
        <w:t>C++ Code Review Checklist</w:t>
      </w:r>
    </w:p>
    <w:tbl>
      <w:tblPr>
        <w:tblW w:w="5000" w:type="pct"/>
        <w:jc w:val="center"/>
        <w:tblLayout w:type="fixed"/>
        <w:tblLook w:val="0000" w:firstRow="0" w:lastRow="0" w:firstColumn="0" w:lastColumn="0" w:noHBand="0" w:noVBand="0"/>
      </w:tblPr>
      <w:tblGrid>
        <w:gridCol w:w="1327"/>
        <w:gridCol w:w="6210"/>
        <w:gridCol w:w="270"/>
        <w:gridCol w:w="270"/>
        <w:gridCol w:w="270"/>
        <w:gridCol w:w="247"/>
      </w:tblGrid>
      <w:tr w:rsidR="00B634E5" w:rsidTr="00B634E5">
        <w:trPr>
          <w:cantSplit/>
          <w:tblHeader/>
          <w:jc w:val="center"/>
        </w:trPr>
        <w:tc>
          <w:tcPr>
            <w:tcW w:w="8594" w:type="dxa"/>
            <w:gridSpan w:val="6"/>
            <w:tcBorders>
              <w:top w:val="double" w:sz="6" w:space="0" w:color="auto"/>
              <w:left w:val="double" w:sz="6" w:space="0" w:color="auto"/>
              <w:bottom w:val="double" w:sz="6" w:space="0" w:color="auto"/>
              <w:right w:val="double" w:sz="6" w:space="0" w:color="auto"/>
            </w:tcBorders>
          </w:tcPr>
          <w:p w:rsidR="00B634E5" w:rsidRDefault="00B634E5" w:rsidP="00B634E5">
            <w:pPr>
              <w:pStyle w:val="TableHeading"/>
            </w:pPr>
            <w:r>
              <w:t xml:space="preserve">Program Name and Number: </w:t>
            </w: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Purpose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To guide you in conducting an effective code review</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General</w:t>
            </w:r>
          </w:p>
        </w:tc>
        <w:tc>
          <w:tcPr>
            <w:tcW w:w="6210" w:type="dxa"/>
            <w:tcBorders>
              <w:top w:val="double" w:sz="6" w:space="0" w:color="auto"/>
              <w:left w:val="double" w:sz="6" w:space="0" w:color="auto"/>
              <w:bottom w:val="double" w:sz="6" w:space="0" w:color="auto"/>
              <w:right w:val="double" w:sz="6" w:space="0" w:color="auto"/>
            </w:tcBorders>
          </w:tcPr>
          <w:p w:rsidR="00B634E5" w:rsidRDefault="00A222F2" w:rsidP="0076366D">
            <w:pPr>
              <w:pStyle w:val="TableBodyBullet"/>
            </w:pPr>
            <w:r>
              <w:t>As you complete each review step, check off that item in the box to the right</w:t>
            </w:r>
            <w:r w:rsidR="00B634E5">
              <w:t>.</w:t>
            </w:r>
          </w:p>
          <w:p w:rsidR="00B634E5" w:rsidRDefault="00B634E5" w:rsidP="0076366D">
            <w:pPr>
              <w:pStyle w:val="TableBodyBullet"/>
            </w:pPr>
            <w:r>
              <w:t>Complete the checklist for one program unit before you start to review the next.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Complete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the code covers all the design.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Includes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includes are complete.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Initialization</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variable and parameter initialization</w:t>
            </w:r>
          </w:p>
          <w:p w:rsidR="00B634E5" w:rsidRDefault="00A222F2" w:rsidP="0076366D">
            <w:pPr>
              <w:pStyle w:val="TableBodyBullet"/>
            </w:pPr>
            <w:r>
              <w:t>a</w:t>
            </w:r>
            <w:r w:rsidR="00B634E5">
              <w:t>t program initiation</w:t>
            </w:r>
          </w:p>
          <w:p w:rsidR="00B634E5" w:rsidRDefault="00A222F2" w:rsidP="0076366D">
            <w:pPr>
              <w:pStyle w:val="TableBodyBullet"/>
            </w:pPr>
            <w:r>
              <w:t>a</w:t>
            </w:r>
            <w:r w:rsidR="00B634E5">
              <w:t>t start of every loop</w:t>
            </w:r>
          </w:p>
          <w:p w:rsidR="00B634E5" w:rsidRDefault="00A222F2" w:rsidP="0076366D">
            <w:pPr>
              <w:pStyle w:val="TableBodyBullet"/>
            </w:pPr>
            <w:r>
              <w:t>a</w:t>
            </w:r>
            <w:r w:rsidR="00B634E5">
              <w:t xml:space="preserve">t function/procedure entry </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Calls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function call formats:</w:t>
            </w:r>
          </w:p>
          <w:p w:rsidR="00B634E5" w:rsidRDefault="00A222F2" w:rsidP="0076366D">
            <w:pPr>
              <w:pStyle w:val="TableBodyBullet"/>
            </w:pPr>
            <w:r>
              <w:t>p</w:t>
            </w:r>
            <w:r w:rsidR="00B634E5">
              <w:t>ointers</w:t>
            </w:r>
          </w:p>
          <w:p w:rsidR="00B634E5" w:rsidRDefault="00A222F2" w:rsidP="0076366D">
            <w:pPr>
              <w:pStyle w:val="TableBodyBullet"/>
            </w:pPr>
            <w:r>
              <w:t>p</w:t>
            </w:r>
            <w:r w:rsidR="00B634E5">
              <w:t>arameters</w:t>
            </w:r>
          </w:p>
          <w:p w:rsidR="00B634E5" w:rsidRDefault="00A222F2" w:rsidP="00A222F2">
            <w:pPr>
              <w:pStyle w:val="TableBodyBullet"/>
            </w:pPr>
            <w:r>
              <w:t>u</w:t>
            </w:r>
            <w:r w:rsidR="00B634E5">
              <w:t>se of ‘&amp;’</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Names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name spelling and use:</w:t>
            </w:r>
          </w:p>
          <w:p w:rsidR="00B634E5" w:rsidRDefault="00B634E5" w:rsidP="0076366D">
            <w:pPr>
              <w:pStyle w:val="TableBodyBullet"/>
            </w:pPr>
            <w:r>
              <w:t xml:space="preserve">Is it consistent? </w:t>
            </w:r>
          </w:p>
          <w:p w:rsidR="00B634E5" w:rsidRDefault="00B634E5" w:rsidP="0076366D">
            <w:pPr>
              <w:pStyle w:val="TableBodyBullet"/>
            </w:pPr>
            <w:r>
              <w:t>Is it within declared scope?</w:t>
            </w:r>
          </w:p>
          <w:p w:rsidR="00B634E5" w:rsidRDefault="00B634E5" w:rsidP="0076366D">
            <w:pPr>
              <w:pStyle w:val="TableBodyBullet"/>
            </w:pPr>
            <w:r>
              <w:t>Do all structures and classes use ‘.’ reference?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Strings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all strings are</w:t>
            </w:r>
          </w:p>
          <w:p w:rsidR="00B634E5" w:rsidRDefault="00A222F2" w:rsidP="0076366D">
            <w:pPr>
              <w:pStyle w:val="TableBodyBullet"/>
            </w:pPr>
            <w:r>
              <w:t>i</w:t>
            </w:r>
            <w:r w:rsidR="00B634E5">
              <w:t>dentified by pointers</w:t>
            </w:r>
          </w:p>
          <w:p w:rsidR="00B634E5" w:rsidRDefault="00A222F2" w:rsidP="0076366D">
            <w:pPr>
              <w:pStyle w:val="TableBodyBullet"/>
            </w:pPr>
            <w:r>
              <w:t>t</w:t>
            </w:r>
            <w:r w:rsidR="00B634E5">
              <w:t>erminated in NULL</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Pointers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that pointers are</w:t>
            </w:r>
          </w:p>
          <w:p w:rsidR="00B634E5" w:rsidRDefault="00A222F2" w:rsidP="0076366D">
            <w:pPr>
              <w:pStyle w:val="TableBodyBullet"/>
            </w:pPr>
            <w:r>
              <w:t>i</w:t>
            </w:r>
            <w:r w:rsidR="00B634E5">
              <w:t>nitialized NULL</w:t>
            </w:r>
          </w:p>
          <w:p w:rsidR="00B634E5" w:rsidRDefault="00A222F2" w:rsidP="0076366D">
            <w:pPr>
              <w:pStyle w:val="TableBodyBullet"/>
            </w:pPr>
            <w:r>
              <w:t>o</w:t>
            </w:r>
            <w:r w:rsidR="00B634E5">
              <w:t>nly deleted after new</w:t>
            </w:r>
          </w:p>
          <w:p w:rsidR="00B634E5" w:rsidRDefault="00A222F2" w:rsidP="0076366D">
            <w:pPr>
              <w:pStyle w:val="TableBodyBullet"/>
            </w:pPr>
            <w:r>
              <w:t>n</w:t>
            </w:r>
            <w:r w:rsidR="00B634E5">
              <w:t>ew pointers are always deleted after use</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Output format</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the output format:</w:t>
            </w:r>
          </w:p>
          <w:p w:rsidR="00B634E5" w:rsidRDefault="00B634E5" w:rsidP="0076366D">
            <w:pPr>
              <w:pStyle w:val="TableBodyBullet"/>
            </w:pPr>
            <w:r>
              <w:t>Line stepping is proper.</w:t>
            </w:r>
          </w:p>
          <w:p w:rsidR="00B634E5" w:rsidRDefault="00B634E5" w:rsidP="0076366D">
            <w:pPr>
              <w:pStyle w:val="TableBodyBullet"/>
            </w:pPr>
            <w:r>
              <w:t>Spacing is proper.</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 pairs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Insure that the {} are proper and matched.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Logic operators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the proper use of ==, =, ||, etc.</w:t>
            </w:r>
          </w:p>
          <w:p w:rsidR="00B634E5" w:rsidRDefault="00B634E5" w:rsidP="00B634E5">
            <w:pPr>
              <w:pStyle w:val="TableBody"/>
            </w:pPr>
            <w:r>
              <w:t>Check every logic function for proper ()</w:t>
            </w:r>
            <w:r w:rsidR="00A222F2">
              <w:t>.</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AC4D3D">
            <w:pPr>
              <w:pStyle w:val="TableBody"/>
            </w:pPr>
            <w:r>
              <w:t>Line</w:t>
            </w:r>
            <w:r w:rsidR="00AC4D3D">
              <w:t>-</w:t>
            </w:r>
            <w:r>
              <w:t>by</w:t>
            </w:r>
            <w:r w:rsidR="00AC4D3D">
              <w:t>-</w:t>
            </w:r>
            <w:r>
              <w:t>line check</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Check every line of code</w:t>
            </w:r>
            <w:r w:rsidR="00A222F2">
              <w:t xml:space="preserve"> for</w:t>
            </w:r>
          </w:p>
          <w:p w:rsidR="00B634E5" w:rsidRDefault="00A222F2" w:rsidP="0076366D">
            <w:pPr>
              <w:pStyle w:val="TableBodyBullet"/>
            </w:pPr>
            <w:r>
              <w:t>i</w:t>
            </w:r>
            <w:r w:rsidR="00B634E5">
              <w:t>nstruction syntax</w:t>
            </w:r>
          </w:p>
          <w:p w:rsidR="00B634E5" w:rsidRDefault="00A222F2" w:rsidP="00A222F2">
            <w:pPr>
              <w:pStyle w:val="TableBodyBullet"/>
            </w:pPr>
            <w:r>
              <w:t>p</w:t>
            </w:r>
            <w:r w:rsidR="00B634E5">
              <w:t>roper punctuation</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Standards</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Ensure that the code conforms to the coding standards.</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r w:rsidR="00B634E5" w:rsidTr="00A222F2">
        <w:trPr>
          <w:cantSplit/>
          <w:jc w:val="center"/>
        </w:trPr>
        <w:tc>
          <w:tcPr>
            <w:tcW w:w="132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File open and close</w:t>
            </w:r>
          </w:p>
        </w:tc>
        <w:tc>
          <w:tcPr>
            <w:tcW w:w="621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r>
              <w:t>Verify that all files are</w:t>
            </w:r>
          </w:p>
          <w:p w:rsidR="00B634E5" w:rsidRDefault="00A222F2" w:rsidP="0076366D">
            <w:pPr>
              <w:pStyle w:val="TableBodyBullet"/>
            </w:pPr>
            <w:r>
              <w:t>p</w:t>
            </w:r>
            <w:r w:rsidR="00B634E5">
              <w:t>roperly declared</w:t>
            </w:r>
          </w:p>
          <w:p w:rsidR="00B634E5" w:rsidRDefault="00A222F2" w:rsidP="0076366D">
            <w:pPr>
              <w:pStyle w:val="TableBodyBullet"/>
            </w:pPr>
            <w:r>
              <w:t>o</w:t>
            </w:r>
            <w:r w:rsidR="00B634E5">
              <w:t>pened</w:t>
            </w:r>
          </w:p>
          <w:p w:rsidR="00B634E5" w:rsidRDefault="00A222F2" w:rsidP="0076366D">
            <w:pPr>
              <w:pStyle w:val="TableBodyBullet"/>
            </w:pPr>
            <w:r>
              <w:t>c</w:t>
            </w:r>
            <w:r w:rsidR="00B634E5">
              <w:t>losed</w:t>
            </w: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70"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c>
          <w:tcPr>
            <w:tcW w:w="247" w:type="dxa"/>
            <w:tcBorders>
              <w:top w:val="double" w:sz="6" w:space="0" w:color="auto"/>
              <w:left w:val="double" w:sz="6" w:space="0" w:color="auto"/>
              <w:bottom w:val="double" w:sz="6" w:space="0" w:color="auto"/>
              <w:right w:val="double" w:sz="6" w:space="0" w:color="auto"/>
            </w:tcBorders>
          </w:tcPr>
          <w:p w:rsidR="00B634E5" w:rsidRDefault="00B634E5" w:rsidP="00B634E5">
            <w:pPr>
              <w:pStyle w:val="TableBody"/>
            </w:pPr>
          </w:p>
        </w:tc>
      </w:tr>
    </w:tbl>
    <w:p w:rsidR="00B634E5" w:rsidRDefault="00B634E5">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897FFE">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7"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8"/>
      <w:footerReference w:type="even" r:id="rId9"/>
      <w:footerReference w:type="default" r:id="rId10"/>
      <w:headerReference w:type="first" r:id="rId11"/>
      <w:footerReference w:type="first" r:id="rId12"/>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DE2C87">
      <w:rPr>
        <w:rStyle w:val="PageNumber"/>
        <w:rFonts w:cs="Arial"/>
        <w:noProof/>
      </w:rPr>
      <w:t>3</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233BE12"/>
    <w:multiLevelType w:val="hybridMultilevel"/>
    <w:tmpl w:val="3A6DC5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765794"/>
    <w:multiLevelType w:val="hybridMultilevel"/>
    <w:tmpl w:val="44D33B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1A429DCE"/>
    <w:lvl w:ilvl="0">
      <w:start w:val="1"/>
      <w:numFmt w:val="decimal"/>
      <w:lvlText w:val="%1."/>
      <w:lvlJc w:val="left"/>
      <w:pPr>
        <w:tabs>
          <w:tab w:val="num" w:pos="1800"/>
        </w:tabs>
        <w:ind w:left="1800" w:hanging="360"/>
      </w:pPr>
    </w:lvl>
  </w:abstractNum>
  <w:abstractNum w:abstractNumId="3" w15:restartNumberingAfterBreak="0">
    <w:nsid w:val="FFFFFF7D"/>
    <w:multiLevelType w:val="singleLevel"/>
    <w:tmpl w:val="6AAA7DB6"/>
    <w:lvl w:ilvl="0">
      <w:start w:val="1"/>
      <w:numFmt w:val="decimal"/>
      <w:lvlText w:val="%1."/>
      <w:lvlJc w:val="left"/>
      <w:pPr>
        <w:tabs>
          <w:tab w:val="num" w:pos="1440"/>
        </w:tabs>
        <w:ind w:left="1440" w:hanging="360"/>
      </w:pPr>
    </w:lvl>
  </w:abstractNum>
  <w:abstractNum w:abstractNumId="4" w15:restartNumberingAfterBreak="0">
    <w:nsid w:val="FFFFFF7E"/>
    <w:multiLevelType w:val="singleLevel"/>
    <w:tmpl w:val="81B0D45C"/>
    <w:lvl w:ilvl="0">
      <w:start w:val="1"/>
      <w:numFmt w:val="decimal"/>
      <w:lvlText w:val="%1."/>
      <w:lvlJc w:val="left"/>
      <w:pPr>
        <w:tabs>
          <w:tab w:val="num" w:pos="1080"/>
        </w:tabs>
        <w:ind w:left="1080" w:hanging="360"/>
      </w:pPr>
    </w:lvl>
  </w:abstractNum>
  <w:abstractNum w:abstractNumId="5" w15:restartNumberingAfterBreak="0">
    <w:nsid w:val="FFFFFF7F"/>
    <w:multiLevelType w:val="singleLevel"/>
    <w:tmpl w:val="9EF80120"/>
    <w:lvl w:ilvl="0">
      <w:start w:val="1"/>
      <w:numFmt w:val="decimal"/>
      <w:lvlText w:val="%1."/>
      <w:lvlJc w:val="left"/>
      <w:pPr>
        <w:tabs>
          <w:tab w:val="num" w:pos="720"/>
        </w:tabs>
        <w:ind w:left="720" w:hanging="360"/>
      </w:pPr>
    </w:lvl>
  </w:abstractNum>
  <w:abstractNum w:abstractNumId="6" w15:restartNumberingAfterBreak="0">
    <w:nsid w:val="FFFFFF80"/>
    <w:multiLevelType w:val="singleLevel"/>
    <w:tmpl w:val="10247766"/>
    <w:lvl w:ilvl="0">
      <w:start w:val="1"/>
      <w:numFmt w:val="bullet"/>
      <w:lvlText w:val=""/>
      <w:lvlJc w:val="left"/>
      <w:pPr>
        <w:tabs>
          <w:tab w:val="num" w:pos="1800"/>
        </w:tabs>
        <w:ind w:left="1800" w:hanging="360"/>
      </w:pPr>
      <w:rPr>
        <w:rFonts w:ascii="Symbol" w:hAnsi="Symbol" w:hint="default"/>
      </w:rPr>
    </w:lvl>
  </w:abstractNum>
  <w:abstractNum w:abstractNumId="7" w15:restartNumberingAfterBreak="0">
    <w:nsid w:val="FFFFFF81"/>
    <w:multiLevelType w:val="singleLevel"/>
    <w:tmpl w:val="F5AA0F0E"/>
    <w:lvl w:ilvl="0">
      <w:start w:val="1"/>
      <w:numFmt w:val="bullet"/>
      <w:lvlText w:val=""/>
      <w:lvlJc w:val="left"/>
      <w:pPr>
        <w:tabs>
          <w:tab w:val="num" w:pos="1440"/>
        </w:tabs>
        <w:ind w:left="1440" w:hanging="360"/>
      </w:pPr>
      <w:rPr>
        <w:rFonts w:ascii="Symbol" w:hAnsi="Symbol" w:hint="default"/>
      </w:rPr>
    </w:lvl>
  </w:abstractNum>
  <w:abstractNum w:abstractNumId="8" w15:restartNumberingAfterBreak="0">
    <w:nsid w:val="FFFFFF82"/>
    <w:multiLevelType w:val="singleLevel"/>
    <w:tmpl w:val="DAA6BD5C"/>
    <w:lvl w:ilvl="0">
      <w:start w:val="1"/>
      <w:numFmt w:val="bullet"/>
      <w:lvlText w:val=""/>
      <w:lvlJc w:val="left"/>
      <w:pPr>
        <w:tabs>
          <w:tab w:val="num" w:pos="1080"/>
        </w:tabs>
        <w:ind w:left="1080" w:hanging="360"/>
      </w:pPr>
      <w:rPr>
        <w:rFonts w:ascii="Symbol" w:hAnsi="Symbol" w:hint="default"/>
      </w:rPr>
    </w:lvl>
  </w:abstractNum>
  <w:abstractNum w:abstractNumId="9" w15:restartNumberingAfterBreak="0">
    <w:nsid w:val="FFFFFF83"/>
    <w:multiLevelType w:val="singleLevel"/>
    <w:tmpl w:val="26D28B62"/>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FFFFFF88"/>
    <w:multiLevelType w:val="singleLevel"/>
    <w:tmpl w:val="FBDE341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28B4D49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15CC8"/>
    <w:multiLevelType w:val="singleLevel"/>
    <w:tmpl w:val="0A5CBBAA"/>
    <w:lvl w:ilvl="0">
      <w:start w:val="1"/>
      <w:numFmt w:val="bullet"/>
      <w:lvlText w:val=""/>
      <w:lvlJc w:val="left"/>
      <w:pPr>
        <w:tabs>
          <w:tab w:val="num" w:pos="360"/>
        </w:tabs>
        <w:ind w:left="360" w:hanging="360"/>
      </w:pPr>
      <w:rPr>
        <w:rFonts w:ascii="Symbol" w:hAnsi="Symbol" w:hint="default"/>
        <w:sz w:val="16"/>
        <w:szCs w:val="16"/>
      </w:rPr>
    </w:lvl>
  </w:abstractNum>
  <w:abstractNum w:abstractNumId="13"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15:restartNumberingAfterBreak="0">
    <w:nsid w:val="14703B60"/>
    <w:multiLevelType w:val="multilevel"/>
    <w:tmpl w:val="E8EC4F64"/>
    <w:lvl w:ilvl="0">
      <w:start w:val="1"/>
      <w:numFmt w:val="decimal"/>
      <w:lvlRestart w:val="0"/>
      <w:lvlText w:val="%1."/>
      <w:legacy w:legacy="1" w:legacySpace="0" w:legacyIndent="432"/>
      <w:lvlJc w:val="left"/>
      <w:pPr>
        <w:ind w:left="432" w:hanging="432"/>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7294253"/>
    <w:multiLevelType w:val="singleLevel"/>
    <w:tmpl w:val="3014BBD6"/>
    <w:lvl w:ilvl="0">
      <w:start w:val="1"/>
      <w:numFmt w:val="decimal"/>
      <w:lvlText w:val="%1."/>
      <w:legacy w:legacy="1" w:legacySpace="0" w:legacyIndent="432"/>
      <w:lvlJc w:val="left"/>
      <w:pPr>
        <w:ind w:left="432" w:hanging="432"/>
      </w:pPr>
    </w:lvl>
  </w:abstractNum>
  <w:abstractNum w:abstractNumId="16"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EF385F"/>
    <w:multiLevelType w:val="singleLevel"/>
    <w:tmpl w:val="F52C5F76"/>
    <w:lvl w:ilvl="0">
      <w:start w:val="1"/>
      <w:numFmt w:val="decimal"/>
      <w:lvlRestart w:val="0"/>
      <w:lvlText w:val="%1."/>
      <w:legacy w:legacy="1" w:legacySpace="0" w:legacyIndent="432"/>
      <w:lvlJc w:val="left"/>
      <w:pPr>
        <w:ind w:left="432" w:hanging="432"/>
      </w:pPr>
    </w:lvl>
  </w:abstractNum>
  <w:abstractNum w:abstractNumId="19" w15:restartNumberingAfterBreak="0">
    <w:nsid w:val="455E7B53"/>
    <w:multiLevelType w:val="hybridMultilevel"/>
    <w:tmpl w:val="0610F9E0"/>
    <w:lvl w:ilvl="0" w:tplc="5A40B0A0">
      <w:start w:val="1"/>
      <w:numFmt w:val="bullet"/>
      <w:pStyle w:val="ScriptTableBullets1"/>
      <w:lvlText w:val="-"/>
      <w:lvlJc w:val="left"/>
      <w:pPr>
        <w:tabs>
          <w:tab w:val="num" w:pos="360"/>
        </w:tabs>
        <w:ind w:left="180" w:hanging="180"/>
      </w:pPr>
      <w:rPr>
        <w:rFonts w:hint="default"/>
      </w:rPr>
    </w:lvl>
    <w:lvl w:ilvl="1" w:tplc="04090003" w:tentative="1">
      <w:start w:val="1"/>
      <w:numFmt w:val="bullet"/>
      <w:lvlText w:val="o"/>
      <w:lvlJc w:val="left"/>
      <w:pPr>
        <w:tabs>
          <w:tab w:val="num" w:pos="1422"/>
        </w:tabs>
        <w:ind w:left="1422" w:hanging="360"/>
      </w:pPr>
      <w:rPr>
        <w:rFonts w:ascii="Courier New" w:hAnsi="Courier New" w:hint="default"/>
      </w:rPr>
    </w:lvl>
    <w:lvl w:ilvl="2" w:tplc="04090005" w:tentative="1">
      <w:start w:val="1"/>
      <w:numFmt w:val="bullet"/>
      <w:lvlText w:val=""/>
      <w:lvlJc w:val="left"/>
      <w:pPr>
        <w:tabs>
          <w:tab w:val="num" w:pos="2142"/>
        </w:tabs>
        <w:ind w:left="2142" w:hanging="360"/>
      </w:pPr>
      <w:rPr>
        <w:rFonts w:ascii="Wingdings" w:hAnsi="Wingdings" w:hint="default"/>
      </w:rPr>
    </w:lvl>
    <w:lvl w:ilvl="3" w:tplc="04090001" w:tentative="1">
      <w:start w:val="1"/>
      <w:numFmt w:val="bullet"/>
      <w:lvlText w:val=""/>
      <w:lvlJc w:val="left"/>
      <w:pPr>
        <w:tabs>
          <w:tab w:val="num" w:pos="2862"/>
        </w:tabs>
        <w:ind w:left="2862" w:hanging="360"/>
      </w:pPr>
      <w:rPr>
        <w:rFonts w:ascii="Symbol" w:hAnsi="Symbol" w:hint="default"/>
      </w:rPr>
    </w:lvl>
    <w:lvl w:ilvl="4" w:tplc="04090003" w:tentative="1">
      <w:start w:val="1"/>
      <w:numFmt w:val="bullet"/>
      <w:lvlText w:val="o"/>
      <w:lvlJc w:val="left"/>
      <w:pPr>
        <w:tabs>
          <w:tab w:val="num" w:pos="3582"/>
        </w:tabs>
        <w:ind w:left="3582" w:hanging="360"/>
      </w:pPr>
      <w:rPr>
        <w:rFonts w:ascii="Courier New" w:hAnsi="Courier New" w:hint="default"/>
      </w:rPr>
    </w:lvl>
    <w:lvl w:ilvl="5" w:tplc="04090005" w:tentative="1">
      <w:start w:val="1"/>
      <w:numFmt w:val="bullet"/>
      <w:lvlText w:val=""/>
      <w:lvlJc w:val="left"/>
      <w:pPr>
        <w:tabs>
          <w:tab w:val="num" w:pos="4302"/>
        </w:tabs>
        <w:ind w:left="4302" w:hanging="360"/>
      </w:pPr>
      <w:rPr>
        <w:rFonts w:ascii="Wingdings" w:hAnsi="Wingdings" w:hint="default"/>
      </w:rPr>
    </w:lvl>
    <w:lvl w:ilvl="6" w:tplc="04090001" w:tentative="1">
      <w:start w:val="1"/>
      <w:numFmt w:val="bullet"/>
      <w:lvlText w:val=""/>
      <w:lvlJc w:val="left"/>
      <w:pPr>
        <w:tabs>
          <w:tab w:val="num" w:pos="5022"/>
        </w:tabs>
        <w:ind w:left="5022" w:hanging="360"/>
      </w:pPr>
      <w:rPr>
        <w:rFonts w:ascii="Symbol" w:hAnsi="Symbol" w:hint="default"/>
      </w:rPr>
    </w:lvl>
    <w:lvl w:ilvl="7" w:tplc="04090003" w:tentative="1">
      <w:start w:val="1"/>
      <w:numFmt w:val="bullet"/>
      <w:lvlText w:val="o"/>
      <w:lvlJc w:val="left"/>
      <w:pPr>
        <w:tabs>
          <w:tab w:val="num" w:pos="5742"/>
        </w:tabs>
        <w:ind w:left="5742" w:hanging="360"/>
      </w:pPr>
      <w:rPr>
        <w:rFonts w:ascii="Courier New" w:hAnsi="Courier New" w:hint="default"/>
      </w:rPr>
    </w:lvl>
    <w:lvl w:ilvl="8" w:tplc="04090005" w:tentative="1">
      <w:start w:val="1"/>
      <w:numFmt w:val="bullet"/>
      <w:lvlText w:val=""/>
      <w:lvlJc w:val="left"/>
      <w:pPr>
        <w:tabs>
          <w:tab w:val="num" w:pos="6462"/>
        </w:tabs>
        <w:ind w:left="6462" w:hanging="360"/>
      </w:pPr>
      <w:rPr>
        <w:rFonts w:ascii="Wingdings" w:hAnsi="Wingdings" w:hint="default"/>
      </w:rPr>
    </w:lvl>
  </w:abstractNum>
  <w:abstractNum w:abstractNumId="20" w15:restartNumberingAfterBreak="0">
    <w:nsid w:val="468178AF"/>
    <w:multiLevelType w:val="hybridMultilevel"/>
    <w:tmpl w:val="40567034"/>
    <w:lvl w:ilvl="0" w:tplc="CCE621CA">
      <w:start w:val="1"/>
      <w:numFmt w:val="bullet"/>
      <w:lvlText w:val=""/>
      <w:lvlJc w:val="left"/>
      <w:pPr>
        <w:tabs>
          <w:tab w:val="num" w:pos="360"/>
        </w:tabs>
        <w:ind w:left="360" w:hanging="360"/>
      </w:pPr>
      <w:rPr>
        <w:rFonts w:ascii="Symbol" w:hAnsi="Symbol" w:hint="default"/>
        <w:color w:val="000000"/>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A96D34"/>
    <w:multiLevelType w:val="singleLevel"/>
    <w:tmpl w:val="0409000F"/>
    <w:lvl w:ilvl="0">
      <w:start w:val="1"/>
      <w:numFmt w:val="decimal"/>
      <w:lvlText w:val="%1."/>
      <w:legacy w:legacy="1" w:legacySpace="0" w:legacyIndent="432"/>
      <w:lvlJc w:val="left"/>
      <w:pPr>
        <w:ind w:left="432" w:hanging="432"/>
      </w:pPr>
    </w:lvl>
  </w:abstractNum>
  <w:abstractNum w:abstractNumId="22"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926986"/>
    <w:multiLevelType w:val="hybridMultilevel"/>
    <w:tmpl w:val="E8EC4F64"/>
    <w:lvl w:ilvl="0" w:tplc="A78C34CE">
      <w:start w:val="1"/>
      <w:numFmt w:val="decimal"/>
      <w:lvlRestart w:val="0"/>
      <w:lvlText w:val="%1."/>
      <w:legacy w:legacy="1" w:legacySpace="0" w:legacyIndent="432"/>
      <w:lvlJc w:val="left"/>
      <w:pPr>
        <w:ind w:left="432" w:hanging="432"/>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ACA4C97"/>
    <w:multiLevelType w:val="multilevel"/>
    <w:tmpl w:val="2242B7B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E2570B4"/>
    <w:multiLevelType w:val="multilevel"/>
    <w:tmpl w:val="F7B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1350A22"/>
    <w:multiLevelType w:val="singleLevel"/>
    <w:tmpl w:val="3014BBD6"/>
    <w:lvl w:ilvl="0">
      <w:start w:val="1"/>
      <w:numFmt w:val="decimal"/>
      <w:lvlText w:val="%1."/>
      <w:legacy w:legacy="1" w:legacySpace="0" w:legacyIndent="432"/>
      <w:lvlJc w:val="left"/>
      <w:pPr>
        <w:ind w:left="432" w:hanging="432"/>
      </w:pPr>
    </w:lvl>
  </w:abstractNum>
  <w:abstractNum w:abstractNumId="27" w15:restartNumberingAfterBreak="0">
    <w:nsid w:val="62F10239"/>
    <w:multiLevelType w:val="singleLevel"/>
    <w:tmpl w:val="C3EA693E"/>
    <w:lvl w:ilvl="0">
      <w:start w:val="1"/>
      <w:numFmt w:val="bullet"/>
      <w:lvlText w:val=""/>
      <w:lvlJc w:val="left"/>
      <w:pPr>
        <w:tabs>
          <w:tab w:val="num" w:pos="792"/>
        </w:tabs>
        <w:ind w:left="792" w:hanging="360"/>
      </w:pPr>
      <w:rPr>
        <w:rFonts w:ascii="Symbol" w:hAnsi="Symbol" w:hint="default"/>
        <w:sz w:val="16"/>
        <w:szCs w:val="16"/>
      </w:rPr>
    </w:lvl>
  </w:abstractNum>
  <w:abstractNum w:abstractNumId="28" w15:restartNumberingAfterBreak="0">
    <w:nsid w:val="67E9FB76"/>
    <w:multiLevelType w:val="hybridMultilevel"/>
    <w:tmpl w:val="C617164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A59FF0"/>
    <w:multiLevelType w:val="hybridMultilevel"/>
    <w:tmpl w:val="AFFB4E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EB27D3E"/>
    <w:multiLevelType w:val="singleLevel"/>
    <w:tmpl w:val="64D4AB14"/>
    <w:lvl w:ilvl="0">
      <w:start w:val="1"/>
      <w:numFmt w:val="lowerLetter"/>
      <w:lvlText w:val="%1."/>
      <w:legacy w:legacy="1" w:legacySpace="0" w:legacyIndent="432"/>
      <w:lvlJc w:val="left"/>
      <w:pPr>
        <w:ind w:left="864" w:hanging="432"/>
      </w:pPr>
    </w:lvl>
  </w:abstractNum>
  <w:abstractNum w:abstractNumId="31" w15:restartNumberingAfterBreak="0">
    <w:nsid w:val="78F94985"/>
    <w:multiLevelType w:val="hybridMultilevel"/>
    <w:tmpl w:val="62DAC9AC"/>
    <w:lvl w:ilvl="0" w:tplc="3E86E698">
      <w:start w:val="1"/>
      <w:numFmt w:val="bullet"/>
      <w:lvlText w:val=""/>
      <w:lvlJc w:val="left"/>
      <w:pPr>
        <w:tabs>
          <w:tab w:val="num" w:pos="1224"/>
        </w:tabs>
        <w:ind w:left="1224" w:hanging="360"/>
      </w:pPr>
      <w:rPr>
        <w:rFonts w:ascii="Symbol" w:hAnsi="Symbol" w:hint="default"/>
        <w:sz w:val="16"/>
        <w:szCs w:val="16"/>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32" w15:restartNumberingAfterBreak="0">
    <w:nsid w:val="79144E34"/>
    <w:multiLevelType w:val="singleLevel"/>
    <w:tmpl w:val="A78C34CE"/>
    <w:lvl w:ilvl="0">
      <w:start w:val="1"/>
      <w:numFmt w:val="decimal"/>
      <w:lvlRestart w:val="0"/>
      <w:lvlText w:val="%1."/>
      <w:legacy w:legacy="1" w:legacySpace="0" w:legacyIndent="432"/>
      <w:lvlJc w:val="left"/>
      <w:pPr>
        <w:ind w:left="864" w:hanging="432"/>
      </w:pPr>
    </w:lvl>
  </w:abstractNum>
  <w:abstractNum w:abstractNumId="33"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27"/>
  </w:num>
  <w:num w:numId="4">
    <w:abstractNumId w:val="18"/>
  </w:num>
  <w:num w:numId="5">
    <w:abstractNumId w:val="26"/>
  </w:num>
  <w:num w:numId="6">
    <w:abstractNumId w:val="15"/>
  </w:num>
  <w:num w:numId="7">
    <w:abstractNumId w:val="30"/>
  </w:num>
  <w:num w:numId="8">
    <w:abstractNumId w:val="18"/>
    <w:lvlOverride w:ilvl="0">
      <w:startOverride w:val="1"/>
    </w:lvlOverride>
  </w:num>
  <w:num w:numId="9">
    <w:abstractNumId w:val="18"/>
    <w:lvlOverride w:ilvl="0">
      <w:startOverride w:val="1"/>
    </w:lvlOverride>
  </w:num>
  <w:num w:numId="10">
    <w:abstractNumId w:val="32"/>
    <w:lvlOverride w:ilvl="0">
      <w:startOverride w:val="1"/>
    </w:lvlOverride>
  </w:num>
  <w:num w:numId="11">
    <w:abstractNumId w:val="11"/>
  </w:num>
  <w:num w:numId="12">
    <w:abstractNumId w:val="23"/>
  </w:num>
  <w:num w:numId="13">
    <w:abstractNumId w:val="18"/>
    <w:lvlOverride w:ilvl="0">
      <w:startOverride w:val="1"/>
    </w:lvlOverride>
  </w:num>
  <w:num w:numId="14">
    <w:abstractNumId w:val="10"/>
  </w:num>
  <w:num w:numId="15">
    <w:abstractNumId w:val="4"/>
  </w:num>
  <w:num w:numId="16">
    <w:abstractNumId w:val="9"/>
  </w:num>
  <w:num w:numId="17">
    <w:abstractNumId w:val="8"/>
  </w:num>
  <w:num w:numId="18">
    <w:abstractNumId w:val="7"/>
  </w:num>
  <w:num w:numId="19">
    <w:abstractNumId w:val="6"/>
  </w:num>
  <w:num w:numId="20">
    <w:abstractNumId w:val="5"/>
  </w:num>
  <w:num w:numId="21">
    <w:abstractNumId w:val="3"/>
  </w:num>
  <w:num w:numId="22">
    <w:abstractNumId w:val="2"/>
  </w:num>
  <w:num w:numId="23">
    <w:abstractNumId w:val="18"/>
    <w:lvlOverride w:ilvl="0">
      <w:startOverride w:val="1"/>
    </w:lvlOverride>
  </w:num>
  <w:num w:numId="24">
    <w:abstractNumId w:val="18"/>
    <w:lvlOverride w:ilvl="0">
      <w:startOverride w:val="1"/>
    </w:lvlOverride>
  </w:num>
  <w:num w:numId="25">
    <w:abstractNumId w:val="30"/>
    <w:lvlOverride w:ilvl="0">
      <w:startOverride w:val="1"/>
    </w:lvlOverride>
  </w:num>
  <w:num w:numId="26">
    <w:abstractNumId w:val="14"/>
  </w:num>
  <w:num w:numId="27">
    <w:abstractNumId w:val="18"/>
    <w:lvlOverride w:ilvl="0">
      <w:startOverride w:val="1"/>
    </w:lvlOverride>
  </w:num>
  <w:num w:numId="28">
    <w:abstractNumId w:val="32"/>
  </w:num>
  <w:num w:numId="29">
    <w:abstractNumId w:val="25"/>
  </w:num>
  <w:num w:numId="30">
    <w:abstractNumId w:val="18"/>
    <w:lvlOverride w:ilvl="0">
      <w:startOverride w:val="1"/>
    </w:lvlOverride>
  </w:num>
  <w:num w:numId="31">
    <w:abstractNumId w:val="18"/>
  </w:num>
  <w:num w:numId="32">
    <w:abstractNumId w:val="18"/>
    <w:lvlOverride w:ilvl="0">
      <w:startOverride w:val="1"/>
    </w:lvlOverride>
  </w:num>
  <w:num w:numId="33">
    <w:abstractNumId w:val="18"/>
  </w:num>
  <w:num w:numId="34">
    <w:abstractNumId w:val="18"/>
    <w:lvlOverride w:ilvl="0">
      <w:startOverride w:val="1"/>
    </w:lvlOverride>
  </w:num>
  <w:num w:numId="35">
    <w:abstractNumId w:val="21"/>
  </w:num>
  <w:num w:numId="36">
    <w:abstractNumId w:val="18"/>
    <w:lvlOverride w:ilvl="0">
      <w:startOverride w:val="1"/>
    </w:lvlOverride>
  </w:num>
  <w:num w:numId="37">
    <w:abstractNumId w:val="29"/>
  </w:num>
  <w:num w:numId="38">
    <w:abstractNumId w:val="0"/>
  </w:num>
  <w:num w:numId="39">
    <w:abstractNumId w:val="28"/>
  </w:num>
  <w:num w:numId="40">
    <w:abstractNumId w:val="1"/>
  </w:num>
  <w:num w:numId="41">
    <w:abstractNumId w:val="20"/>
  </w:num>
  <w:num w:numId="42">
    <w:abstractNumId w:val="31"/>
  </w:num>
  <w:num w:numId="43">
    <w:abstractNumId w:val="22"/>
  </w:num>
  <w:num w:numId="44">
    <w:abstractNumId w:val="17"/>
  </w:num>
  <w:num w:numId="45">
    <w:abstractNumId w:val="13"/>
  </w:num>
  <w:num w:numId="46">
    <w:abstractNumId w:val="16"/>
  </w:num>
  <w:num w:numId="47">
    <w:abstractNumId w:val="33"/>
  </w:num>
  <w:num w:numId="4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30D"/>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08AD"/>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366D"/>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97FFE"/>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C6708"/>
    <w:rsid w:val="008D3CAC"/>
    <w:rsid w:val="008D4C82"/>
    <w:rsid w:val="008E0D29"/>
    <w:rsid w:val="008E0E9A"/>
    <w:rsid w:val="008E24F2"/>
    <w:rsid w:val="008E4624"/>
    <w:rsid w:val="008E4692"/>
    <w:rsid w:val="008F0803"/>
    <w:rsid w:val="008F0BE1"/>
    <w:rsid w:val="008F5CF4"/>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5F41"/>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22F2"/>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479F3"/>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16EE"/>
    <w:rsid w:val="00AA3B30"/>
    <w:rsid w:val="00AB35D1"/>
    <w:rsid w:val="00AB41CD"/>
    <w:rsid w:val="00AB546A"/>
    <w:rsid w:val="00AB792D"/>
    <w:rsid w:val="00AC4D3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634E5"/>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5446E"/>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2C8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7408"/>
    <w:rsid w:val="00E50A1D"/>
    <w:rsid w:val="00E53533"/>
    <w:rsid w:val="00E560DA"/>
    <w:rsid w:val="00E567C9"/>
    <w:rsid w:val="00E57DCA"/>
    <w:rsid w:val="00E62C55"/>
    <w:rsid w:val="00E6360D"/>
    <w:rsid w:val="00E64075"/>
    <w:rsid w:val="00E6604A"/>
    <w:rsid w:val="00E6630D"/>
    <w:rsid w:val="00E70A0C"/>
    <w:rsid w:val="00E745C0"/>
    <w:rsid w:val="00E90B3E"/>
    <w:rsid w:val="00E90BBE"/>
    <w:rsid w:val="00EA0293"/>
    <w:rsid w:val="00EA0564"/>
    <w:rsid w:val="00EA3365"/>
    <w:rsid w:val="00EA4F13"/>
    <w:rsid w:val="00EA6C56"/>
    <w:rsid w:val="00EB4C59"/>
    <w:rsid w:val="00EC40F8"/>
    <w:rsid w:val="00EC6A42"/>
    <w:rsid w:val="00ED30C4"/>
    <w:rsid w:val="00ED34D3"/>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BECB311"/>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B376E4"/>
    <w:pPr>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keepNext/>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44"/>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43"/>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45"/>
      </w:numPr>
      <w:tabs>
        <w:tab w:val="clear" w:pos="216"/>
        <w:tab w:val="left" w:pos="432"/>
      </w:tabs>
      <w:spacing w:before="60" w:after="20"/>
      <w:ind w:left="792"/>
    </w:pPr>
    <w:rPr>
      <w:snapToGrid/>
    </w:rPr>
  </w:style>
  <w:style w:type="paragraph" w:customStyle="1" w:styleId="ListBulleted2">
    <w:name w:val="List Bulleted 2"/>
    <w:qFormat/>
    <w:rsid w:val="007079BF"/>
    <w:pPr>
      <w:numPr>
        <w:numId w:val="46"/>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47"/>
      </w:numPr>
      <w:spacing w:before="20" w:after="20"/>
      <w:ind w:left="216" w:hanging="216"/>
    </w:pPr>
  </w:style>
  <w:style w:type="paragraph" w:customStyle="1" w:styleId="ScriptTableHeader">
    <w:name w:val="ScriptTableHeader"/>
    <w:rsid w:val="00ED34D3"/>
    <w:rPr>
      <w:rFonts w:ascii="Arial" w:hAnsi="Arial"/>
      <w:b/>
    </w:rPr>
  </w:style>
  <w:style w:type="paragraph" w:customStyle="1" w:styleId="ScriptTableText">
    <w:name w:val="ScriptTableText"/>
    <w:rsid w:val="00ED34D3"/>
  </w:style>
  <w:style w:type="paragraph" w:customStyle="1" w:styleId="ScriptTableBullets1">
    <w:name w:val="ScriptTableBullets1"/>
    <w:basedOn w:val="ScriptTableText"/>
    <w:rsid w:val="00ED34D3"/>
    <w:pPr>
      <w:numPr>
        <w:numId w:val="48"/>
      </w:numPr>
      <w:tabs>
        <w:tab w:val="left" w:pos="1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29</TotalTime>
  <Pages>3</Pages>
  <Words>745</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12</cp:revision>
  <cp:lastPrinted>2015-04-23T18:42:00Z</cp:lastPrinted>
  <dcterms:created xsi:type="dcterms:W3CDTF">2018-11-27T16:22:00Z</dcterms:created>
  <dcterms:modified xsi:type="dcterms:W3CDTF">2020-03-24T19:13:00Z</dcterms:modified>
</cp:coreProperties>
</file>